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59A508D1" w:rsidR="00FA687E" w:rsidRPr="00B274A9" w:rsidRDefault="00B4299B"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5C98888" w14:textId="77777777" w:rsidR="00B4299B" w:rsidRPr="00B4299B" w:rsidRDefault="00B4299B" w:rsidP="00B4299B">
            <w:pPr>
              <w:widowControl w:val="0"/>
              <w:rPr>
                <w:rFonts w:ascii="Arial" w:hAnsi="Arial" w:cs="Arial"/>
                <w:b/>
                <w:sz w:val="24"/>
                <w:szCs w:val="24"/>
              </w:rPr>
            </w:pPr>
            <w:r w:rsidRPr="00B4299B">
              <w:rPr>
                <w:rFonts w:ascii="Arial" w:hAnsi="Arial" w:cs="Arial"/>
                <w:b/>
                <w:sz w:val="24"/>
                <w:szCs w:val="24"/>
              </w:rPr>
              <w:t xml:space="preserve">London Road, Trelawnyd </w:t>
            </w:r>
          </w:p>
          <w:p w14:paraId="566490E8" w14:textId="77777777" w:rsidR="000F3051" w:rsidRDefault="000F3051" w:rsidP="000F3051">
            <w:pPr>
              <w:pStyle w:val="PlainText"/>
            </w:pPr>
            <w:r>
              <w:t>[personal information redacted]</w:t>
            </w:r>
          </w:p>
          <w:p w14:paraId="51805225" w14:textId="6895D04A" w:rsidR="00FA687E" w:rsidRPr="00B274A9" w:rsidRDefault="00FA687E" w:rsidP="00B4299B">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553C5CE" w:rsidR="005B1E07" w:rsidRDefault="000073BB" w:rsidP="000073BB">
            <w:pPr>
              <w:spacing w:after="0" w:line="240" w:lineRule="auto"/>
              <w:rPr>
                <w:rFonts w:ascii="Arial" w:hAnsi="Arial" w:cs="Arial"/>
                <w:sz w:val="24"/>
                <w:szCs w:val="24"/>
              </w:rPr>
            </w:pPr>
            <w:r w:rsidRPr="00A07C37">
              <w:rPr>
                <w:rFonts w:ascii="Arial" w:hAnsi="Arial" w:cs="Arial"/>
                <w:sz w:val="24"/>
                <w:szCs w:val="24"/>
              </w:rPr>
              <w:t>Safe Routes in Co</w:t>
            </w:r>
            <w:r w:rsidR="00B4299B">
              <w:rPr>
                <w:rFonts w:ascii="Arial" w:hAnsi="Arial" w:cs="Arial"/>
                <w:sz w:val="24"/>
                <w:szCs w:val="24"/>
              </w:rPr>
              <w:t xml:space="preserve">mmunities </w:t>
            </w:r>
          </w:p>
          <w:p w14:paraId="26BB77FF" w14:textId="7B686F40"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44C68534" w:rsidR="000073BB" w:rsidRPr="00AF141B" w:rsidRDefault="00B4299B" w:rsidP="000073BB">
            <w:pPr>
              <w:spacing w:after="0" w:line="240" w:lineRule="auto"/>
              <w:rPr>
                <w:rFonts w:ascii="Arial" w:hAnsi="Arial" w:cs="Arial"/>
                <w:b/>
                <w:sz w:val="24"/>
                <w:szCs w:val="24"/>
              </w:rPr>
            </w:pPr>
            <w:r>
              <w:rPr>
                <w:rFonts w:ascii="Arial" w:hAnsi="Arial" w:cs="Arial"/>
                <w:b/>
                <w:sz w:val="24"/>
                <w:szCs w:val="24"/>
              </w:rPr>
              <w:t>London Road, Trelawnyd</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23EADF38"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2018-19</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20D9C263" w:rsidR="000073BB" w:rsidRPr="0040708C" w:rsidRDefault="00B4299B" w:rsidP="000073BB">
            <w:pPr>
              <w:spacing w:after="0" w:line="240" w:lineRule="auto"/>
              <w:rPr>
                <w:rFonts w:ascii="Arial" w:hAnsi="Arial" w:cs="Arial"/>
                <w:sz w:val="24"/>
                <w:szCs w:val="24"/>
              </w:rPr>
            </w:pPr>
            <w:r>
              <w:rPr>
                <w:rFonts w:ascii="Arial" w:hAnsi="Arial" w:cs="Arial"/>
                <w:sz w:val="24"/>
                <w:szCs w:val="24"/>
              </w:rPr>
              <w:t>£62,500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5B7F94D" w:rsidR="000073BB" w:rsidRPr="0040708C" w:rsidRDefault="00B4299B" w:rsidP="000073BB">
            <w:pPr>
              <w:spacing w:after="0" w:line="240" w:lineRule="auto"/>
              <w:rPr>
                <w:rFonts w:ascii="Arial" w:hAnsi="Arial" w:cs="Arial"/>
                <w:sz w:val="24"/>
                <w:szCs w:val="24"/>
              </w:rPr>
            </w:pPr>
            <w:r>
              <w:rPr>
                <w:rFonts w:ascii="Arial" w:hAnsi="Arial" w:cs="Arial"/>
                <w:sz w:val="24"/>
                <w:szCs w:val="24"/>
              </w:rPr>
              <w:t>£62,500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D8CD52B" w14:textId="77777777" w:rsidR="00B4299B" w:rsidRDefault="00B4299B" w:rsidP="00B4299B">
            <w:pPr>
              <w:pStyle w:val="NormalWeb"/>
              <w:rPr>
                <w:rFonts w:ascii="Arial" w:hAnsi="Arial" w:cs="Arial"/>
              </w:rPr>
            </w:pPr>
            <w:r>
              <w:rPr>
                <w:rFonts w:ascii="Arial" w:hAnsi="Arial" w:cs="Arial"/>
              </w:rPr>
              <w:t xml:space="preserve">The scheme was to upgrade the </w:t>
            </w:r>
            <w:r w:rsidRPr="00C276CB">
              <w:rPr>
                <w:rFonts w:ascii="Arial" w:hAnsi="Arial" w:cs="Arial"/>
              </w:rPr>
              <w:t xml:space="preserve">zebra crossing facility to a Puffin Crossing facility near to the school entrance </w:t>
            </w:r>
            <w:r>
              <w:rPr>
                <w:rFonts w:ascii="Arial" w:hAnsi="Arial" w:cs="Arial"/>
              </w:rPr>
              <w:t xml:space="preserve">on A5151 London Road, Trelawnyd. </w:t>
            </w:r>
          </w:p>
          <w:p w14:paraId="2EDAA8A4" w14:textId="77777777" w:rsidR="00B4299B" w:rsidRDefault="00B4299B" w:rsidP="00B4299B">
            <w:pPr>
              <w:pStyle w:val="NormalWeb"/>
              <w:rPr>
                <w:rFonts w:ascii="Arial" w:hAnsi="Arial" w:cs="Arial"/>
                <w:b/>
              </w:rPr>
            </w:pPr>
            <w:r>
              <w:rPr>
                <w:rFonts w:ascii="Arial" w:hAnsi="Arial" w:cs="Arial"/>
              </w:rPr>
              <w:t>T</w:t>
            </w:r>
            <w:r w:rsidRPr="00C276CB">
              <w:rPr>
                <w:rFonts w:ascii="Arial" w:hAnsi="Arial" w:cs="Arial"/>
              </w:rPr>
              <w:t>he upgrade would improve routes to and from school, whilst continuing to keep the ksi’s to nil contributing to lowering casualty reduction of pupils and the community utilising the facility and it would also encourage active travel for pupils, parents and local residents.  Currently, during school peak times, parked cars obstruct driver’s views of pupils, parents and residents waiting to cross at the existing zebra crossing, leading to near misses and drivers failing to stop for the waiting pedestrians</w:t>
            </w:r>
            <w:r w:rsidRPr="00C276CB">
              <w:rPr>
                <w:rFonts w:ascii="Arial" w:hAnsi="Arial" w:cs="Arial"/>
                <w:b/>
              </w:rPr>
              <w:t>.</w:t>
            </w:r>
          </w:p>
          <w:p w14:paraId="15846323" w14:textId="77777777" w:rsidR="00B4299B" w:rsidRPr="00DC2D7E" w:rsidRDefault="00B4299B" w:rsidP="00B4299B">
            <w:pPr>
              <w:spacing w:after="0" w:line="240" w:lineRule="auto"/>
              <w:jc w:val="both"/>
              <w:rPr>
                <w:rFonts w:ascii="Arial" w:hAnsi="Arial" w:cs="Arial"/>
                <w:sz w:val="24"/>
                <w:szCs w:val="24"/>
              </w:rPr>
            </w:pPr>
            <w:r w:rsidRPr="00DC2D7E">
              <w:rPr>
                <w:rFonts w:ascii="Arial" w:hAnsi="Arial" w:cs="Arial"/>
                <w:sz w:val="24"/>
                <w:szCs w:val="24"/>
              </w:rPr>
              <w:t>Existing problems</w:t>
            </w:r>
            <w:r>
              <w:rPr>
                <w:rFonts w:ascii="Arial" w:hAnsi="Arial" w:cs="Arial"/>
                <w:sz w:val="24"/>
                <w:szCs w:val="24"/>
              </w:rPr>
              <w:t xml:space="preserve"> were -</w:t>
            </w:r>
          </w:p>
          <w:p w14:paraId="12DBFB1A" w14:textId="77777777" w:rsidR="00B4299B" w:rsidRPr="00DC2D7E" w:rsidRDefault="00B4299B" w:rsidP="00B4299B">
            <w:pPr>
              <w:spacing w:after="0" w:line="240" w:lineRule="auto"/>
              <w:jc w:val="both"/>
              <w:rPr>
                <w:rFonts w:ascii="Arial" w:hAnsi="Arial" w:cs="Arial"/>
                <w:sz w:val="24"/>
                <w:szCs w:val="24"/>
              </w:rPr>
            </w:pPr>
          </w:p>
          <w:p w14:paraId="1C3CCF91" w14:textId="77777777" w:rsidR="00B4299B" w:rsidRPr="00DC2D7E" w:rsidRDefault="00B4299B" w:rsidP="00B4299B">
            <w:pPr>
              <w:spacing w:after="0" w:line="240" w:lineRule="auto"/>
              <w:jc w:val="both"/>
              <w:rPr>
                <w:rFonts w:ascii="Arial" w:hAnsi="Arial" w:cs="Arial"/>
                <w:sz w:val="24"/>
                <w:szCs w:val="24"/>
              </w:rPr>
            </w:pPr>
            <w:r w:rsidRPr="00DC2D7E">
              <w:rPr>
                <w:rFonts w:ascii="Arial" w:hAnsi="Arial" w:cs="Arial"/>
                <w:sz w:val="24"/>
                <w:szCs w:val="24"/>
              </w:rPr>
              <w:t>Trelawnyd Primary School</w:t>
            </w:r>
            <w:r>
              <w:rPr>
                <w:rFonts w:ascii="Arial" w:hAnsi="Arial" w:cs="Arial"/>
                <w:sz w:val="24"/>
                <w:szCs w:val="24"/>
              </w:rPr>
              <w:t>, residents and parents had</w:t>
            </w:r>
            <w:r w:rsidRPr="00DC2D7E">
              <w:rPr>
                <w:rFonts w:ascii="Arial" w:hAnsi="Arial" w:cs="Arial"/>
                <w:sz w:val="24"/>
                <w:szCs w:val="24"/>
              </w:rPr>
              <w:t xml:space="preserve"> raised concerns for a number of years about the following problems:</w:t>
            </w:r>
          </w:p>
          <w:p w14:paraId="63F3AD37" w14:textId="77777777" w:rsidR="00B4299B" w:rsidRPr="00DC2D7E" w:rsidRDefault="00B4299B" w:rsidP="00B4299B">
            <w:pPr>
              <w:spacing w:after="0" w:line="240" w:lineRule="auto"/>
              <w:jc w:val="both"/>
              <w:rPr>
                <w:rFonts w:ascii="Arial" w:hAnsi="Arial" w:cs="Arial"/>
                <w:sz w:val="24"/>
                <w:szCs w:val="24"/>
              </w:rPr>
            </w:pPr>
          </w:p>
          <w:p w14:paraId="1648F205"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volume of traffic on London Road particularly at the start and end of the school day.</w:t>
            </w:r>
          </w:p>
          <w:p w14:paraId="077977E5"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dangers associated with crossing London Road at the beginning and end of the school day.</w:t>
            </w:r>
          </w:p>
          <w:p w14:paraId="59F94A02" w14:textId="77777777" w:rsidR="00B4299B" w:rsidRPr="00DC2D7E" w:rsidRDefault="00B4299B" w:rsidP="00B4299B">
            <w:pPr>
              <w:numPr>
                <w:ilvl w:val="0"/>
                <w:numId w:val="13"/>
              </w:numPr>
              <w:spacing w:after="0" w:line="240" w:lineRule="auto"/>
              <w:rPr>
                <w:rFonts w:ascii="Arial" w:hAnsi="Arial" w:cs="Arial"/>
                <w:sz w:val="24"/>
                <w:szCs w:val="24"/>
              </w:rPr>
            </w:pPr>
            <w:r w:rsidRPr="00DC2D7E">
              <w:rPr>
                <w:rFonts w:ascii="Arial" w:hAnsi="Arial" w:cs="Arial"/>
                <w:sz w:val="24"/>
                <w:szCs w:val="24"/>
              </w:rPr>
              <w:t>The amount of ‘near misses’ and vehicles failing to stop.</w:t>
            </w:r>
          </w:p>
          <w:p w14:paraId="0AD00407" w14:textId="77777777" w:rsidR="00B4299B" w:rsidRDefault="00B4299B" w:rsidP="00B4299B">
            <w:pPr>
              <w:spacing w:after="0" w:line="240" w:lineRule="auto"/>
              <w:jc w:val="both"/>
              <w:rPr>
                <w:rFonts w:ascii="Arial" w:hAnsi="Arial" w:cs="Arial"/>
                <w:sz w:val="24"/>
                <w:szCs w:val="24"/>
              </w:rPr>
            </w:pPr>
            <w:r>
              <w:rPr>
                <w:rFonts w:ascii="Arial" w:hAnsi="Arial" w:cs="Arial"/>
                <w:sz w:val="24"/>
                <w:szCs w:val="24"/>
              </w:rPr>
              <w:lastRenderedPageBreak/>
              <w:t>Parents also</w:t>
            </w:r>
            <w:r w:rsidRPr="00DC2D7E">
              <w:rPr>
                <w:rFonts w:ascii="Arial" w:hAnsi="Arial" w:cs="Arial"/>
                <w:sz w:val="24"/>
                <w:szCs w:val="24"/>
              </w:rPr>
              <w:t xml:space="preserve"> raised concerns about:</w:t>
            </w:r>
          </w:p>
          <w:p w14:paraId="69373537" w14:textId="77777777" w:rsidR="00B4299B" w:rsidRPr="00DC2D7E" w:rsidRDefault="00B4299B" w:rsidP="00B4299B">
            <w:pPr>
              <w:spacing w:after="0" w:line="240" w:lineRule="auto"/>
              <w:jc w:val="both"/>
              <w:rPr>
                <w:rFonts w:ascii="Arial" w:hAnsi="Arial" w:cs="Arial"/>
                <w:sz w:val="24"/>
                <w:szCs w:val="24"/>
              </w:rPr>
            </w:pPr>
          </w:p>
          <w:p w14:paraId="0601736C" w14:textId="77777777" w:rsidR="00B4299B" w:rsidRDefault="00B4299B" w:rsidP="00B4299B">
            <w:pPr>
              <w:spacing w:line="360" w:lineRule="auto"/>
              <w:jc w:val="both"/>
              <w:rPr>
                <w:rFonts w:ascii="Arial" w:hAnsi="Arial" w:cs="Arial"/>
                <w:sz w:val="24"/>
                <w:szCs w:val="24"/>
              </w:rPr>
            </w:pPr>
            <w:r w:rsidRPr="00DC2D7E">
              <w:rPr>
                <w:rFonts w:ascii="Arial" w:hAnsi="Arial" w:cs="Arial"/>
                <w:sz w:val="24"/>
                <w:szCs w:val="24"/>
              </w:rPr>
              <w:t>Their children’s safety when walking to/from school when crossing London road due to cars failing to stop at the Zebra.</w:t>
            </w:r>
          </w:p>
          <w:p w14:paraId="00B5B40E" w14:textId="77777777" w:rsidR="00B4299B" w:rsidRPr="00DC2D7E" w:rsidRDefault="00B4299B" w:rsidP="00B4299B">
            <w:pPr>
              <w:spacing w:line="360" w:lineRule="auto"/>
              <w:jc w:val="both"/>
              <w:rPr>
                <w:rFonts w:ascii="Arial" w:hAnsi="Arial" w:cs="Arial"/>
                <w:sz w:val="24"/>
                <w:szCs w:val="24"/>
              </w:rPr>
            </w:pPr>
            <w:r w:rsidRPr="00DC2D7E">
              <w:rPr>
                <w:rFonts w:ascii="Arial" w:hAnsi="Arial" w:cs="Arial"/>
                <w:sz w:val="24"/>
                <w:szCs w:val="24"/>
              </w:rPr>
              <w:t xml:space="preserve"> A Puffin Crossing would provide improved road safety for vulnerable road users, especially children. It would improve safety of the environment around the school and the Community.  </w:t>
            </w:r>
          </w:p>
          <w:p w14:paraId="55C92AF1" w14:textId="77777777" w:rsidR="00B4299B" w:rsidRDefault="00B4299B" w:rsidP="00B4299B">
            <w:pPr>
              <w:spacing w:after="0" w:line="360" w:lineRule="auto"/>
              <w:jc w:val="both"/>
              <w:rPr>
                <w:rFonts w:ascii="Arial" w:hAnsi="Arial" w:cs="Arial"/>
                <w:sz w:val="24"/>
                <w:szCs w:val="24"/>
              </w:rPr>
            </w:pPr>
            <w:r w:rsidRPr="00DC2D7E">
              <w:rPr>
                <w:rFonts w:ascii="Arial" w:hAnsi="Arial" w:cs="Arial"/>
                <w:sz w:val="24"/>
                <w:szCs w:val="24"/>
              </w:rPr>
              <w:t>Parents would then have more confidence in allowing children to walk to school, which would alleviate parking congestion resulting in greater social inclusion and improved community safety and help the community to be more active.</w:t>
            </w:r>
          </w:p>
          <w:p w14:paraId="21813FB0" w14:textId="77777777" w:rsidR="00B4299B" w:rsidRDefault="00B4299B" w:rsidP="00B4299B">
            <w:pPr>
              <w:spacing w:after="0" w:line="360" w:lineRule="auto"/>
              <w:jc w:val="both"/>
              <w:rPr>
                <w:rFonts w:ascii="Arial" w:hAnsi="Arial" w:cs="Arial"/>
                <w:sz w:val="24"/>
                <w:szCs w:val="24"/>
              </w:rPr>
            </w:pPr>
          </w:p>
          <w:p w14:paraId="76750399" w14:textId="77777777" w:rsidR="00B4299B" w:rsidRPr="00C276CB" w:rsidRDefault="00B4299B" w:rsidP="00B4299B">
            <w:pPr>
              <w:spacing w:after="0" w:line="360" w:lineRule="auto"/>
              <w:jc w:val="both"/>
              <w:rPr>
                <w:rFonts w:ascii="Arial" w:hAnsi="Arial" w:cs="Arial"/>
                <w:b/>
              </w:rPr>
            </w:pPr>
            <w:r w:rsidRPr="00845A59">
              <w:rPr>
                <w:rFonts w:ascii="Arial" w:hAnsi="Arial" w:cs="Arial"/>
                <w:sz w:val="24"/>
                <w:szCs w:val="24"/>
              </w:rPr>
              <w:t>Increased confidence that the Puffin Crossing would benefit the whole community, with the crossing assisting in common routes to local amenities such as the public house, post office and local shop as well as playing fields and popular walking routes</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6C27A5AA"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Liaison with Headtecher, and pupils.</w:t>
            </w:r>
          </w:p>
          <w:p w14:paraId="480B66B0"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Letters of Concern from Parents, Children and residents. </w:t>
            </w:r>
          </w:p>
          <w:p w14:paraId="786F588F"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Statements from pupils (regarding concerns with existing facility).</w:t>
            </w:r>
          </w:p>
          <w:p w14:paraId="62A551FE"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Local press stories.</w:t>
            </w:r>
          </w:p>
          <w:p w14:paraId="7B477AC6"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A Petition to make the road safer from pupils.</w:t>
            </w:r>
          </w:p>
          <w:p w14:paraId="003E07A7"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Road Safety Education, Training at the Zebra Crossing Site (we witnessed many cars, vans, lorries failing to stop whist Road safety Officers were stood at crossing wearing high Viz with children). </w:t>
            </w:r>
          </w:p>
          <w:p w14:paraId="66B83FBF"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 xml:space="preserve">A School travel Plan.  </w:t>
            </w:r>
          </w:p>
          <w:p w14:paraId="4572776D" w14:textId="77777777" w:rsidR="00B4299B" w:rsidRPr="00603127" w:rsidRDefault="00B4299B" w:rsidP="00B4299B">
            <w:pPr>
              <w:numPr>
                <w:ilvl w:val="0"/>
                <w:numId w:val="14"/>
              </w:numPr>
              <w:spacing w:after="0" w:line="360" w:lineRule="auto"/>
              <w:rPr>
                <w:rFonts w:ascii="Arial" w:hAnsi="Arial" w:cs="Arial"/>
                <w:color w:val="000000"/>
                <w:sz w:val="24"/>
                <w:szCs w:val="24"/>
              </w:rPr>
            </w:pPr>
            <w:r w:rsidRPr="00603127">
              <w:rPr>
                <w:rFonts w:ascii="Arial" w:hAnsi="Arial" w:cs="Arial"/>
                <w:color w:val="000000"/>
                <w:sz w:val="24"/>
                <w:szCs w:val="24"/>
              </w:rPr>
              <w:t>The School partakes in National Standards Cycle Training levels 1 and 2.</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2F045496" w:rsidR="002E19CA" w:rsidRPr="00AF141B" w:rsidRDefault="00494959" w:rsidP="000073BB">
            <w:pPr>
              <w:spacing w:after="0" w:line="240" w:lineRule="auto"/>
              <w:rPr>
                <w:rFonts w:ascii="Arial" w:hAnsi="Arial" w:cs="Arial"/>
                <w:sz w:val="24"/>
                <w:szCs w:val="24"/>
              </w:rPr>
            </w:pPr>
            <w:r>
              <w:rPr>
                <w:rFonts w:ascii="Arial" w:hAnsi="Arial" w:cs="Arial"/>
                <w:sz w:val="24"/>
                <w:szCs w:val="24"/>
              </w:rPr>
              <w:t>No</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7777777" w:rsidR="002E19CA" w:rsidRDefault="002E19CA" w:rsidP="000073BB">
            <w:pPr>
              <w:spacing w:after="0" w:line="240" w:lineRule="auto"/>
              <w:rPr>
                <w:rFonts w:ascii="Arial" w:hAnsi="Arial" w:cs="Arial"/>
                <w:b/>
                <w:sz w:val="24"/>
                <w:szCs w:val="24"/>
              </w:rPr>
            </w:pPr>
          </w:p>
          <w:p w14:paraId="5D6A212F" w14:textId="542DD003" w:rsidR="00B238EB" w:rsidRPr="00AF141B" w:rsidRDefault="00494959"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C91F4E7" w:rsidR="002E19CA" w:rsidRDefault="00494959"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066D3EC1" w:rsidR="002E19CA" w:rsidRDefault="00494959" w:rsidP="000073BB">
            <w:pPr>
              <w:spacing w:after="0" w:line="240" w:lineRule="auto"/>
              <w:rPr>
                <w:rFonts w:ascii="Arial" w:hAnsi="Arial" w:cs="Arial"/>
                <w:sz w:val="24"/>
                <w:szCs w:val="24"/>
              </w:rPr>
            </w:pPr>
            <w:r>
              <w:rPr>
                <w:rFonts w:ascii="Arial" w:hAnsi="Arial" w:cs="Arial"/>
                <w:sz w:val="24"/>
                <w:szCs w:val="24"/>
              </w:rPr>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785E3087" w14:textId="0DA778DE" w:rsidR="00130DDA" w:rsidRPr="00AF141B" w:rsidRDefault="00494959" w:rsidP="000073BB">
            <w:pPr>
              <w:spacing w:after="0" w:line="240" w:lineRule="auto"/>
              <w:rPr>
                <w:rFonts w:ascii="Arial" w:hAnsi="Arial" w:cs="Arial"/>
                <w:b/>
                <w:sz w:val="24"/>
                <w:szCs w:val="24"/>
              </w:rPr>
            </w:pPr>
            <w:r>
              <w:rPr>
                <w:rFonts w:ascii="Arial" w:hAnsi="Arial" w:cs="Arial"/>
              </w:rPr>
              <w:t xml:space="preserve">The scheme included the upgrade of the </w:t>
            </w:r>
            <w:r w:rsidRPr="0073250D">
              <w:rPr>
                <w:rFonts w:ascii="Arial" w:hAnsi="Arial" w:cs="Arial"/>
              </w:rPr>
              <w:t xml:space="preserve"> zebra crossing facility to a Puffin Crossing facility near to the school entrance on A5151 London Road</w:t>
            </w:r>
            <w:r>
              <w:rPr>
                <w:rFonts w:ascii="Arial" w:hAnsi="Arial" w:cs="Arial"/>
              </w:rPr>
              <w:t xml:space="preserve"> with associated surfacing and signage.</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72CB68B7" w14:textId="77777777" w:rsidR="00494959" w:rsidRPr="00AF141B" w:rsidRDefault="00494959" w:rsidP="00494959">
            <w:pPr>
              <w:spacing w:after="0" w:line="240" w:lineRule="auto"/>
              <w:rPr>
                <w:rFonts w:ascii="Arial" w:hAnsi="Arial" w:cs="Arial"/>
                <w:sz w:val="24"/>
                <w:szCs w:val="24"/>
              </w:rPr>
            </w:pPr>
            <w:r w:rsidRPr="00FE4A51">
              <w:rPr>
                <w:rFonts w:ascii="Arial" w:hAnsi="Arial" w:cs="Arial"/>
                <w:sz w:val="24"/>
                <w:szCs w:val="24"/>
              </w:rPr>
              <w:t>More children are walking to school and using the crossing facility as they now feel safer when crossing London Road.</w:t>
            </w:r>
            <w:r>
              <w:rPr>
                <w:rFonts w:ascii="Arial" w:hAnsi="Arial" w:cs="Arial"/>
                <w:sz w:val="24"/>
                <w:szCs w:val="24"/>
              </w:rPr>
              <w:t xml:space="preserve"> There have been no further reports of near missed.</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753700AD" w14:textId="77777777" w:rsidR="00494959" w:rsidRPr="001502CC" w:rsidRDefault="00494959" w:rsidP="00494959">
            <w:pPr>
              <w:spacing w:after="0" w:line="240" w:lineRule="auto"/>
              <w:rPr>
                <w:rFonts w:ascii="Arial" w:hAnsi="Arial" w:cs="Arial"/>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5AD89F1" w14:textId="77777777" w:rsidR="00494959" w:rsidRPr="001502CC" w:rsidRDefault="00494959" w:rsidP="00494959">
            <w:pPr>
              <w:spacing w:after="0" w:line="240" w:lineRule="auto"/>
              <w:rPr>
                <w:rFonts w:ascii="Arial" w:hAnsi="Arial" w:cs="Arial"/>
                <w:sz w:val="24"/>
                <w:szCs w:val="24"/>
              </w:rPr>
            </w:pPr>
            <w:r w:rsidRPr="001502CC">
              <w:rPr>
                <w:rFonts w:ascii="Arial" w:hAnsi="Arial" w:cs="Arial"/>
                <w:sz w:val="24"/>
                <w:szCs w:val="24"/>
              </w:rPr>
              <w:t xml:space="preserve">Frequent meetings and consultation events held with Local Members, town / Community Councils, Emergency Services, Local Businesses and Local residents throughout all key stages of the schemes development.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53D98038"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A9B3012"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6C76BFAE" w14:textId="77777777" w:rsidR="00494959" w:rsidRDefault="00494959" w:rsidP="00494959">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1EAA7873" w14:textId="77777777" w:rsidR="00494959" w:rsidRPr="0008454E" w:rsidRDefault="00494959" w:rsidP="00494959">
            <w:pPr>
              <w:pStyle w:val="ListParagraph"/>
              <w:numPr>
                <w:ilvl w:val="0"/>
                <w:numId w:val="15"/>
              </w:numPr>
              <w:spacing w:after="0" w:line="360" w:lineRule="auto"/>
              <w:rPr>
                <w:rFonts w:ascii="Arial" w:hAnsi="Arial" w:cs="Arial"/>
                <w:sz w:val="24"/>
                <w:szCs w:val="24"/>
              </w:rPr>
            </w:pPr>
            <w:r w:rsidRPr="0008454E">
              <w:rPr>
                <w:rFonts w:ascii="Arial" w:hAnsi="Arial" w:cs="Arial"/>
                <w:sz w:val="24"/>
                <w:szCs w:val="24"/>
              </w:rPr>
              <w:t xml:space="preserve">A Puffin Crossing would provide improved road safety for vulnerable road users, especially children. It would improve safety of the environment around the school and the Community.  </w:t>
            </w:r>
          </w:p>
          <w:p w14:paraId="0CDB87DB" w14:textId="77777777" w:rsidR="00494959" w:rsidRPr="0008454E" w:rsidRDefault="00494959" w:rsidP="00494959">
            <w:pPr>
              <w:pStyle w:val="ListParagraph"/>
              <w:numPr>
                <w:ilvl w:val="0"/>
                <w:numId w:val="15"/>
              </w:numPr>
              <w:spacing w:after="0" w:line="360" w:lineRule="auto"/>
              <w:rPr>
                <w:rFonts w:ascii="Arial" w:hAnsi="Arial" w:cs="Arial"/>
                <w:sz w:val="24"/>
                <w:szCs w:val="24"/>
              </w:rPr>
            </w:pPr>
            <w:r w:rsidRPr="0008454E">
              <w:rPr>
                <w:rFonts w:ascii="Arial" w:hAnsi="Arial" w:cs="Arial"/>
                <w:sz w:val="24"/>
                <w:szCs w:val="24"/>
              </w:rPr>
              <w:lastRenderedPageBreak/>
              <w:t>Road Safety Officers attended the school on several occasions to discuss with children their concerns with regards to their safety on walking to and from school, and it was always highlighted as very dangerous to cross at the Zebra due to cars, vans, lorries etc. failing to stop, and if a Puffin Crossing was installed, this would make them feel safer and then would like to walk more, making them more actively travelling.</w:t>
            </w:r>
          </w:p>
          <w:p w14:paraId="5CF79940" w14:textId="77777777" w:rsidR="00494959" w:rsidRDefault="00494959" w:rsidP="00494959">
            <w:pPr>
              <w:spacing w:after="0" w:line="360" w:lineRule="auto"/>
              <w:rPr>
                <w:rFonts w:ascii="Arial" w:hAnsi="Arial" w:cs="Arial"/>
                <w:sz w:val="24"/>
                <w:szCs w:val="24"/>
              </w:rPr>
            </w:pPr>
          </w:p>
          <w:p w14:paraId="21BF0B09" w14:textId="77777777" w:rsidR="00494959" w:rsidRPr="00DC2D7E" w:rsidRDefault="00494959" w:rsidP="00494959">
            <w:pPr>
              <w:spacing w:after="0" w:line="360" w:lineRule="auto"/>
              <w:rPr>
                <w:rFonts w:ascii="Arial" w:hAnsi="Arial" w:cs="Arial"/>
                <w:sz w:val="24"/>
                <w:szCs w:val="24"/>
              </w:rPr>
            </w:pP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2E4D48CC" w14:textId="77777777" w:rsidR="00494959" w:rsidRPr="0008454E" w:rsidRDefault="00494959" w:rsidP="00494959">
            <w:pPr>
              <w:spacing w:after="0" w:line="240" w:lineRule="auto"/>
              <w:rPr>
                <w:rFonts w:ascii="Arial" w:hAnsi="Arial" w:cs="Arial"/>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181B6F06" w14:textId="77777777" w:rsidR="00494959" w:rsidRDefault="00494959" w:rsidP="00494959">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6F7EF6C5" w14:textId="77777777" w:rsidR="00494959" w:rsidRDefault="00494959" w:rsidP="00494959">
            <w:pPr>
              <w:pStyle w:val="ListParagraph"/>
              <w:numPr>
                <w:ilvl w:val="0"/>
                <w:numId w:val="16"/>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74CDC93E" w14:textId="77777777" w:rsidR="00494959" w:rsidRPr="00957705" w:rsidRDefault="00494959" w:rsidP="00494959">
            <w:pPr>
              <w:pStyle w:val="ListParagraph"/>
              <w:spacing w:line="240" w:lineRule="auto"/>
              <w:rPr>
                <w:rFonts w:ascii="Arial" w:hAnsi="Arial" w:cs="Arial"/>
                <w:sz w:val="24"/>
                <w:szCs w:val="24"/>
              </w:rPr>
            </w:pPr>
            <w:r>
              <w:rPr>
                <w:rFonts w:ascii="Arial" w:hAnsi="Arial" w:cs="Arial"/>
                <w:sz w:val="24"/>
                <w:szCs w:val="24"/>
              </w:rPr>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26FA453D" w14:textId="77777777" w:rsidR="00494959" w:rsidRPr="00FE7B83" w:rsidRDefault="00494959" w:rsidP="00494959">
            <w:pPr>
              <w:spacing w:after="0" w:line="240" w:lineRule="auto"/>
              <w:rPr>
                <w:rFonts w:ascii="Arial" w:hAnsi="Arial" w:cs="Arial"/>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1DD9910E" w14:textId="77777777" w:rsidR="00494959" w:rsidRPr="00FE7B83" w:rsidRDefault="00494959" w:rsidP="00494959">
            <w:pPr>
              <w:spacing w:after="0" w:line="240" w:lineRule="auto"/>
              <w:rPr>
                <w:rFonts w:ascii="Arial" w:hAnsi="Arial" w:cs="Arial"/>
                <w:sz w:val="24"/>
                <w:szCs w:val="24"/>
              </w:rPr>
            </w:pPr>
            <w:r w:rsidRPr="00FE7B83">
              <w:rPr>
                <w:rFonts w:ascii="Arial" w:hAnsi="Arial" w:cs="Arial"/>
                <w:sz w:val="24"/>
                <w:szCs w:val="24"/>
              </w:rPr>
              <w:t>Internal review board had regular meetings to discuss the scheme outcomes.</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313406E6" w14:textId="77777777" w:rsidR="00494959" w:rsidRDefault="00494959" w:rsidP="00494959">
            <w:pPr>
              <w:rPr>
                <w:rFonts w:ascii="Arial" w:hAnsi="Arial" w:cs="Arial"/>
                <w:sz w:val="24"/>
                <w:szCs w:val="24"/>
              </w:rPr>
            </w:pPr>
            <w:r>
              <w:rPr>
                <w:rFonts w:ascii="Arial" w:hAnsi="Arial" w:cs="Arial"/>
                <w:sz w:val="24"/>
                <w:szCs w:val="24"/>
              </w:rPr>
              <w:t>With the provision of the adequate infrastructure the puffin crossing has</w:t>
            </w:r>
            <w:r w:rsidRPr="003748A7">
              <w:rPr>
                <w:rFonts w:ascii="Arial" w:hAnsi="Arial" w:cs="Arial"/>
                <w:sz w:val="24"/>
                <w:szCs w:val="24"/>
              </w:rPr>
              <w:t xml:space="preserve"> help</w:t>
            </w:r>
            <w:r>
              <w:rPr>
                <w:rFonts w:ascii="Arial" w:hAnsi="Arial" w:cs="Arial"/>
                <w:sz w:val="24"/>
                <w:szCs w:val="24"/>
              </w:rPr>
              <w:t>ed</w:t>
            </w:r>
            <w:r w:rsidRPr="003748A7">
              <w:rPr>
                <w:rFonts w:ascii="Arial" w:hAnsi="Arial" w:cs="Arial"/>
                <w:sz w:val="24"/>
                <w:szCs w:val="24"/>
              </w:rPr>
              <w:t xml:space="preserve"> to eradicate the </w:t>
            </w:r>
            <w:r>
              <w:rPr>
                <w:rFonts w:ascii="Arial" w:hAnsi="Arial" w:cs="Arial"/>
                <w:sz w:val="24"/>
                <w:szCs w:val="24"/>
              </w:rPr>
              <w:t xml:space="preserve">many </w:t>
            </w:r>
            <w:r w:rsidRPr="003748A7">
              <w:rPr>
                <w:rFonts w:ascii="Arial" w:hAnsi="Arial" w:cs="Arial"/>
                <w:sz w:val="24"/>
                <w:szCs w:val="24"/>
              </w:rPr>
              <w:t xml:space="preserve">near misses that occur. </w:t>
            </w:r>
          </w:p>
          <w:p w14:paraId="33F97E7F" w14:textId="77777777" w:rsidR="00494959" w:rsidRDefault="00494959" w:rsidP="00494959">
            <w:pPr>
              <w:rPr>
                <w:rFonts w:ascii="Arial" w:hAnsi="Arial" w:cs="Arial"/>
                <w:sz w:val="24"/>
                <w:szCs w:val="24"/>
              </w:rPr>
            </w:pPr>
            <w:r>
              <w:rPr>
                <w:rFonts w:ascii="Arial" w:hAnsi="Arial" w:cs="Arial"/>
                <w:sz w:val="24"/>
                <w:szCs w:val="24"/>
              </w:rPr>
              <w:t xml:space="preserve"> The puffin crossing does</w:t>
            </w:r>
            <w:r w:rsidRPr="003748A7">
              <w:rPr>
                <w:rFonts w:ascii="Arial" w:hAnsi="Arial" w:cs="Arial"/>
                <w:sz w:val="24"/>
                <w:szCs w:val="24"/>
              </w:rPr>
              <w:t xml:space="preserve"> not succumb to the same failings as a zebra crossing due to the nature of its function (red light indicating to drivers that pedestrians are waiting (without driver having to see pedestrians waiting like with a zebra crossing).  </w:t>
            </w:r>
            <w:r>
              <w:rPr>
                <w:rFonts w:ascii="Arial" w:hAnsi="Arial" w:cs="Arial"/>
                <w:sz w:val="24"/>
                <w:szCs w:val="24"/>
              </w:rPr>
              <w:t xml:space="preserve">The new crossing facility </w:t>
            </w:r>
            <w:r w:rsidRPr="003748A7">
              <w:rPr>
                <w:rFonts w:ascii="Arial" w:hAnsi="Arial" w:cs="Arial"/>
                <w:sz w:val="24"/>
                <w:szCs w:val="24"/>
              </w:rPr>
              <w:t>also reduce</w:t>
            </w:r>
            <w:r>
              <w:rPr>
                <w:rFonts w:ascii="Arial" w:hAnsi="Arial" w:cs="Arial"/>
                <w:sz w:val="24"/>
                <w:szCs w:val="24"/>
              </w:rPr>
              <w:t>s</w:t>
            </w:r>
            <w:r w:rsidRPr="003748A7">
              <w:rPr>
                <w:rFonts w:ascii="Arial" w:hAnsi="Arial" w:cs="Arial"/>
                <w:sz w:val="24"/>
                <w:szCs w:val="24"/>
              </w:rPr>
              <w:t xml:space="preserve"> traffic speeds around the immediate vicinity of the school entrance, improving routes to and from school, supporting casualty reduction of high risk and vulnerable groups.</w:t>
            </w:r>
          </w:p>
          <w:p w14:paraId="057698EB" w14:textId="77777777" w:rsidR="00494959" w:rsidRPr="004F6309" w:rsidRDefault="00494959" w:rsidP="00494959">
            <w:pPr>
              <w:rPr>
                <w:rFonts w:ascii="Arial" w:hAnsi="Arial" w:cs="Arial"/>
                <w:sz w:val="24"/>
                <w:szCs w:val="24"/>
              </w:rPr>
            </w:pPr>
            <w:r>
              <w:rPr>
                <w:rFonts w:ascii="Arial" w:hAnsi="Arial" w:cs="Arial"/>
                <w:sz w:val="24"/>
                <w:szCs w:val="24"/>
              </w:rPr>
              <w:t xml:space="preserve"> The puffin crossing has improved </w:t>
            </w:r>
            <w:r w:rsidRPr="004F6309">
              <w:rPr>
                <w:rFonts w:ascii="Arial" w:hAnsi="Arial" w:cs="Arial"/>
                <w:sz w:val="24"/>
                <w:szCs w:val="24"/>
              </w:rPr>
              <w:t>road safety for vulnerable road users, especially children by providing a s</w:t>
            </w:r>
            <w:r>
              <w:rPr>
                <w:rFonts w:ascii="Arial" w:hAnsi="Arial" w:cs="Arial"/>
                <w:sz w:val="24"/>
                <w:szCs w:val="24"/>
              </w:rPr>
              <w:t>afe place to cross on the busy London</w:t>
            </w:r>
            <w:r w:rsidRPr="004F6309">
              <w:rPr>
                <w:rFonts w:ascii="Arial" w:hAnsi="Arial" w:cs="Arial"/>
                <w:sz w:val="24"/>
                <w:szCs w:val="24"/>
              </w:rPr>
              <w:t xml:space="preserve"> Road and provide improved safety in the environment surrounding the school.</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260D3" w14:textId="77777777" w:rsidR="00EF3594" w:rsidRDefault="00EF3594">
      <w:r>
        <w:separator/>
      </w:r>
    </w:p>
  </w:endnote>
  <w:endnote w:type="continuationSeparator" w:id="0">
    <w:p w14:paraId="47A46B21" w14:textId="77777777" w:rsidR="00EF3594" w:rsidRDefault="00EF3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494959">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9F8CD" w14:textId="77777777" w:rsidR="00EF3594" w:rsidRDefault="00EF3594">
      <w:r>
        <w:separator/>
      </w:r>
    </w:p>
  </w:footnote>
  <w:footnote w:type="continuationSeparator" w:id="0">
    <w:p w14:paraId="7321855A" w14:textId="77777777" w:rsidR="00EF3594" w:rsidRDefault="00EF35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3B5A95"/>
    <w:multiLevelType w:val="hybridMultilevel"/>
    <w:tmpl w:val="BE9A8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9"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9315E0"/>
    <w:multiLevelType w:val="hybridMultilevel"/>
    <w:tmpl w:val="D6F40748"/>
    <w:lvl w:ilvl="0" w:tplc="56BAB3F8">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201267"/>
    <w:multiLevelType w:val="hybridMultilevel"/>
    <w:tmpl w:val="D2EAF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2829530">
    <w:abstractNumId w:val="6"/>
  </w:num>
  <w:num w:numId="2" w16cid:durableId="212892639">
    <w:abstractNumId w:val="5"/>
  </w:num>
  <w:num w:numId="3" w16cid:durableId="332295516">
    <w:abstractNumId w:val="8"/>
  </w:num>
  <w:num w:numId="4" w16cid:durableId="1369070029">
    <w:abstractNumId w:val="0"/>
  </w:num>
  <w:num w:numId="5" w16cid:durableId="965279812">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622880687">
    <w:abstractNumId w:val="13"/>
  </w:num>
  <w:num w:numId="7" w16cid:durableId="335575159">
    <w:abstractNumId w:val="3"/>
  </w:num>
  <w:num w:numId="8" w16cid:durableId="528376282">
    <w:abstractNumId w:val="12"/>
  </w:num>
  <w:num w:numId="9" w16cid:durableId="405080345">
    <w:abstractNumId w:val="4"/>
  </w:num>
  <w:num w:numId="10" w16cid:durableId="127742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89514310">
    <w:abstractNumId w:val="9"/>
  </w:num>
  <w:num w:numId="12" w16cid:durableId="1636519135">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027026256">
    <w:abstractNumId w:val="2"/>
  </w:num>
  <w:num w:numId="14" w16cid:durableId="1420565906">
    <w:abstractNumId w:val="10"/>
  </w:num>
  <w:num w:numId="15" w16cid:durableId="1048411345">
    <w:abstractNumId w:val="11"/>
  </w:num>
  <w:num w:numId="16" w16cid:durableId="166870335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3051"/>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4959"/>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D6621"/>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1F6F"/>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99B"/>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594"/>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0F3051"/>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0F3051"/>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91711874">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fdc35c9e881d41e4"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A48678777</value>
    </field>
    <field name="Objective-Title">
      <value order="0">SRiC - Flintshire - 2018-19 - Annual Report - Trelawnydd</value>
    </field>
    <field name="Objective-Description">
      <value order="0"/>
    </field>
    <field name="Objective-CreationStamp">
      <value order="0">2023-12-08T14:41:57Z</value>
    </field>
    <field name="Objective-IsApproved">
      <value order="0">false</value>
    </field>
    <field name="Objective-IsPublished">
      <value order="0">true</value>
    </field>
    <field name="Objective-DatePublished">
      <value order="0">2024-01-12T12:37:49Z</value>
    </field>
    <field name="Objective-ModificationStamp">
      <value order="0">2024-01-12T12:37:49Z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vA91947036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4C7BC-CF93-400E-8FBE-6F4F3F0F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15</Pages>
  <Words>2470</Words>
  <Characters>14081</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16518</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2023-12-08T14:41:00Z</dcterms:created>
  <dcterms:modified xsi:type="dcterms:W3CDTF">2024-01-12T12:37:00Z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A48678777</vt:lpwstr>
  </property>
  <property fmtid="{D5CDD505-2E9C-101B-9397-08002B2CF9AE}" pid="5" name="Objective-Title">
    <vt:lpwstr>SRiC - Flintshire - 2018-19 - Annual Report - Trelawnydd</vt:lpwstr>
  </property>
  <property fmtid="{D5CDD505-2E9C-101B-9397-08002B2CF9AE}" pid="6" name="Objective-Comment">
    <vt:lpwstr/>
  </property>
  <property fmtid="{D5CDD505-2E9C-101B-9397-08002B2CF9AE}" pid="7" name="Objective-CreationStamp">
    <vt:filetime>2023-12-08T14:41:57Z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2024-01-12T12:37:49Z</vt:filetime>
  </property>
  <property fmtid="{D5CDD505-2E9C-101B-9397-08002B2CF9AE}" pid="11" name="Objective-ModificationStamp">
    <vt:filetime>2024-01-12T12:37:49Z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vA91947036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